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CBFB" w14:textId="77777777" w:rsidR="00EA1135" w:rsidRDefault="00EA1135" w:rsidP="00EA1135">
      <w:pPr>
        <w:pStyle w:val="Pealdis"/>
        <w:framePr w:w="3828" w:h="1074" w:hRule="exact" w:hSpace="180" w:wrap="around" w:vAnchor="text" w:x="7229" w:y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14:paraId="782F01C7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Märge tehtud </w:t>
      </w:r>
      <w:bookmarkStart w:id="0" w:name="Text39"/>
      <w:r>
        <w:rPr>
          <w:rFonts w:ascii="Arial" w:hAnsi="Arial" w:cs="Arial"/>
          <w:sz w:val="16"/>
        </w:rPr>
        <w:fldChar w:fldCharType="begin">
          <w:ffData>
            <w:name w:val="Text39"/>
            <w:enabled/>
            <w:calcOnExit w:val="0"/>
            <w:helpText w:type="text" w:val="Kirjutage siia märke tegemise kuupäev&#10;&#10;&#10;&#10;Näiteks: 06&#10;&#10;&#10;&#10;Seejärel liikuge Tab klahviga järgmisele väljale."/>
            <w:statusText w:type="text" w:val="Kirjutage siia märke tegemise kuupäev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0"/>
      <w:r>
        <w:rPr>
          <w:rFonts w:ascii="Arial" w:hAnsi="Arial" w:cs="Arial"/>
          <w:sz w:val="16"/>
        </w:rPr>
        <w:t xml:space="preserve">. </w:t>
      </w:r>
      <w:bookmarkStart w:id="1" w:name="Dropdown1"/>
      <w:r>
        <w:rPr>
          <w:rFonts w:ascii="Arial" w:hAnsi="Arial" w:cs="Arial"/>
          <w:sz w:val="16"/>
        </w:rPr>
        <w:fldChar w:fldCharType="begin">
          <w:ffData>
            <w:name w:val="Dropdown1"/>
            <w:enabled/>
            <w:calcOnExit w:val="0"/>
            <w:helpText w:type="text" w:val="Valige rippmenüüst märke tegemise kuu.&#10;&#10;&#10;&#10;Näiteks: aprill&#10;&#10;&#10;&#10;Seejärel liikuge Tab klahviga järgmisele väljale."/>
            <w:statusText w:type="text" w:val="Valige rippmenüüst märke tegemise kuu (vt F1)"/>
            <w:ddList>
              <w:listEntry w:val="jaanuaril"/>
              <w:listEntry w:val="veebruaril"/>
              <w:listEntry w:val="märtsil"/>
              <w:listEntry w:val="aprillil"/>
              <w:listEntry w:val="mail"/>
              <w:listEntry w:val="juunil"/>
              <w:listEntry w:val="juulil"/>
              <w:listEntry w:val="augustil"/>
              <w:listEntry w:val="septembril"/>
              <w:listEntry w:val="oktoobril"/>
              <w:listEntry w:val="novembril"/>
              <w:listEntry w:val="detsembril"/>
            </w:ddList>
          </w:ffData>
        </w:fldChar>
      </w:r>
      <w:r>
        <w:rPr>
          <w:rFonts w:ascii="Arial" w:hAnsi="Arial" w:cs="Arial"/>
          <w:sz w:val="16"/>
        </w:rPr>
        <w:instrText xml:space="preserve"> FORMDROPDOWN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sz w:val="16"/>
        </w:rPr>
        <w:fldChar w:fldCharType="end"/>
      </w:r>
      <w:bookmarkEnd w:id="1"/>
      <w:r>
        <w:rPr>
          <w:rFonts w:ascii="Arial" w:hAnsi="Arial" w:cs="Arial"/>
          <w:sz w:val="16"/>
        </w:rPr>
        <w:t xml:space="preserve"> </w:t>
      </w:r>
      <w:bookmarkStart w:id="2" w:name="Text45"/>
      <w:r>
        <w:rPr>
          <w:rFonts w:ascii="Arial" w:hAnsi="Arial" w:cs="Arial"/>
          <w:sz w:val="16"/>
        </w:rPr>
        <w:fldChar w:fldCharType="begin">
          <w:ffData>
            <w:name w:val="Text45"/>
            <w:enabled/>
            <w:calcOnExit w:val="0"/>
            <w:helpText w:type="text" w:val="Kirjutage siia märke tegemise aasta&#10;&#10;&#10;&#10;Näiteks: 2010&#10;&#10;&#10;&#10;Seejärel liikuge Tab klahviga järgmisele väljale."/>
            <w:statusText w:type="text" w:val="Kirjutage siia märke tegemise aasta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2"/>
      <w:r>
        <w:rPr>
          <w:rFonts w:ascii="Arial" w:hAnsi="Arial" w:cs="Arial"/>
          <w:sz w:val="16"/>
        </w:rPr>
        <w:t>. a</w:t>
      </w:r>
    </w:p>
    <w:p w14:paraId="3E641806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Riigimetsa Majandamise Keskuses.</w:t>
      </w:r>
    </w:p>
    <w:p w14:paraId="20FA7D6A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Kehtib kuni </w:t>
      </w:r>
      <w:bookmarkStart w:id="3" w:name="Text40"/>
      <w:r>
        <w:rPr>
          <w:rFonts w:ascii="Arial" w:hAnsi="Arial" w:cs="Arial"/>
          <w:sz w:val="16"/>
        </w:rPr>
        <w:fldChar w:fldCharType="begin">
          <w:ffData>
            <w:name w:val="Text40"/>
            <w:enabled/>
            <w:calcOnExit w:val="0"/>
            <w:helpText w:type="text" w:val="Kirjutage siia kehtivusaeg.&#10;&#10;&#10;&#10;Näiteks: asja kohtusse esitamiseni, kuid&#10;&#10;mitte kauemaks kui aegumistähtaja lõpuni &#10;&#10;&#10;&#10;Seejärel liikuge Tab klahviga järgmisele väljale.&#10;&#10;&#10;&#10;"/>
            <w:statusText w:type="text" w:val="Kirjutage siia kehtivusaeg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3"/>
    </w:p>
    <w:p w14:paraId="44AA202D" w14:textId="77777777" w:rsidR="00EA1135" w:rsidRPr="00996BAE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Alus </w:t>
      </w:r>
      <w:bookmarkStart w:id="4" w:name="Text41"/>
      <w:r>
        <w:rPr>
          <w:rFonts w:ascii="Arial" w:hAnsi="Arial" w:cs="Arial"/>
          <w:sz w:val="16"/>
        </w:rPr>
        <w:fldChar w:fldCharType="begin">
          <w:ffData>
            <w:name w:val="Text41"/>
            <w:enabled/>
            <w:calcOnExit w:val="0"/>
            <w:helpText w:type="text" w:val="Kirjutage siia viide seadusele.&#10;&#10;&#10;&#10;Näiteks: AvTS&#10;&#10;&#10;&#10;Seejärel liikuge Tab klahviga järgmisele väljale."/>
            <w:statusText w:type="text" w:val="Kirjutage siia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4"/>
      <w:r>
        <w:rPr>
          <w:rFonts w:ascii="Arial" w:hAnsi="Arial" w:cs="Arial"/>
          <w:sz w:val="16"/>
        </w:rPr>
        <w:t xml:space="preserve"> § </w:t>
      </w:r>
      <w:bookmarkStart w:id="5" w:name="Text42"/>
      <w:r>
        <w:rPr>
          <w:rFonts w:ascii="Arial" w:hAnsi="Arial" w:cs="Arial"/>
          <w:sz w:val="16"/>
        </w:rPr>
        <w:fldChar w:fldCharType="begin">
          <w:ffData>
            <w:name w:val="Text42"/>
            <w:enabled/>
            <w:calcOnExit w:val="0"/>
            <w:helpText w:type="text" w:val="Kirjutage siia paragrahvi number.&#10;&#10;&#10;&#10;Näiteks: 35&#10;&#10;&#10;&#10;Seejärel liikuge Tab klahviga järgmisele väljale."/>
            <w:statusText w:type="text" w:val="Kirjutage siia paragrahv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5"/>
      <w:r>
        <w:rPr>
          <w:rFonts w:ascii="Arial" w:hAnsi="Arial" w:cs="Arial"/>
          <w:sz w:val="16"/>
        </w:rPr>
        <w:t xml:space="preserve"> lg </w:t>
      </w:r>
      <w:bookmarkStart w:id="6" w:name="Text43"/>
      <w:r>
        <w:rPr>
          <w:rFonts w:ascii="Arial" w:hAnsi="Arial" w:cs="Arial"/>
          <w:sz w:val="16"/>
        </w:rPr>
        <w:fldChar w:fldCharType="begin">
          <w:ffData>
            <w:name w:val="Text43"/>
            <w:enabled/>
            <w:calcOnExit w:val="0"/>
            <w:helpText w:type="text" w:val="Kirjutage siia paragrahvi lõike number.&#10;&#10;&#10;&#10;Näiteks: 1&#10;&#10;&#10;&#10;Seejärel liikuge Tab klahviga järgmisele väljale."/>
            <w:statusText w:type="text" w:val="Kirjutage siia paragrahvi lõike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6"/>
      <w:r>
        <w:rPr>
          <w:rFonts w:ascii="Arial" w:hAnsi="Arial" w:cs="Arial"/>
          <w:sz w:val="16"/>
        </w:rPr>
        <w:t xml:space="preserve"> p </w:t>
      </w:r>
      <w:bookmarkStart w:id="7" w:name="Text44"/>
      <w:r>
        <w:rPr>
          <w:rFonts w:ascii="Arial" w:hAnsi="Arial" w:cs="Arial"/>
          <w:sz w:val="16"/>
        </w:rPr>
        <w:fldChar w:fldCharType="begin">
          <w:ffData>
            <w:name w:val="Text44"/>
            <w:enabled/>
            <w:calcOnExit w:val="0"/>
            <w:helpText w:type="text" w:val="Kirjutage siia paragrahvi lõike punkti number.&#10;&#10;&#10;&#10;Näiteks: 1&#10;&#10;&#10;&#10;Seejärel liikuge Tab klahviga järgmisele väljale."/>
            <w:statusText w:type="text" w:val="Kirjutage siia paragrahvi lõike punkt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7"/>
      <w:r>
        <w:rPr>
          <w:rFonts w:ascii="Arial" w:hAnsi="Arial" w:cs="Arial"/>
          <w:sz w:val="16"/>
        </w:rPr>
        <w:t xml:space="preserve">. </w:t>
      </w:r>
      <w:bookmarkStart w:id="8" w:name="Text48"/>
      <w:r>
        <w:rPr>
          <w:rFonts w:ascii="Arial" w:hAnsi="Arial" w:cs="Arial"/>
          <w:sz w:val="16"/>
        </w:rPr>
        <w:fldChar w:fldCharType="begin">
          <w:ffData>
            <w:name w:val="Text48"/>
            <w:enabled/>
            <w:calcOnExit w:val="0"/>
            <w:helpText w:type="text" w:val="Vajadusel kirjutage siia teine viide seadusele.&#10;&#10;&#10;&#10;Näiteks: AvTS, § 35, lg 1, p 1.&#10;&#10;&#10;&#10;Seejärel liikuge Tab klahviga järgmisele väljale."/>
            <w:statusText w:type="text" w:val="Vajadusel kirjutage siia teine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8"/>
    </w:p>
    <w:p w14:paraId="4DA141ED" w14:textId="77777777" w:rsidR="00EA1135" w:rsidRDefault="00EA1135">
      <w:pPr>
        <w:jc w:val="center"/>
        <w:rPr>
          <w:b/>
          <w:sz w:val="24"/>
        </w:rPr>
      </w:pPr>
    </w:p>
    <w:p w14:paraId="3E6B0A4C" w14:textId="77777777" w:rsidR="00EA1135" w:rsidRDefault="00EA1135">
      <w:pPr>
        <w:jc w:val="center"/>
        <w:rPr>
          <w:b/>
          <w:sz w:val="24"/>
        </w:rPr>
      </w:pPr>
    </w:p>
    <w:p w14:paraId="2B76E059" w14:textId="77777777" w:rsidR="00EA1135" w:rsidRDefault="00EA1135">
      <w:pPr>
        <w:jc w:val="center"/>
        <w:rPr>
          <w:b/>
          <w:sz w:val="24"/>
        </w:rPr>
      </w:pPr>
    </w:p>
    <w:p w14:paraId="0A898EE7" w14:textId="77777777" w:rsidR="00EA1135" w:rsidRDefault="00EA1135">
      <w:pPr>
        <w:jc w:val="center"/>
        <w:rPr>
          <w:b/>
          <w:sz w:val="24"/>
        </w:rPr>
      </w:pPr>
    </w:p>
    <w:p w14:paraId="5A3BDBDA" w14:textId="77777777" w:rsidR="00EA1135" w:rsidRDefault="00EA1135">
      <w:pPr>
        <w:jc w:val="center"/>
        <w:rPr>
          <w:b/>
          <w:sz w:val="24"/>
        </w:rPr>
      </w:pPr>
    </w:p>
    <w:p w14:paraId="456E3348" w14:textId="77777777" w:rsidR="00EA1135" w:rsidRDefault="00EA1135">
      <w:pPr>
        <w:jc w:val="center"/>
        <w:rPr>
          <w:b/>
          <w:sz w:val="24"/>
        </w:rPr>
        <w:sectPr w:rsidR="00EA1135">
          <w:headerReference w:type="even" r:id="rId8"/>
          <w:headerReference w:type="default" r:id="rId9"/>
          <w:pgSz w:w="11907" w:h="16834"/>
          <w:pgMar w:top="1440" w:right="1797" w:bottom="1440" w:left="1797" w:header="708" w:footer="708" w:gutter="0"/>
          <w:paperSrc w:first="7" w:other="7"/>
          <w:cols w:space="708"/>
          <w:titlePg/>
        </w:sectPr>
      </w:pPr>
    </w:p>
    <w:p w14:paraId="2FB21904" w14:textId="65E9E727" w:rsidR="008D6664" w:rsidRDefault="008D6664" w:rsidP="008D6664">
      <w:pPr>
        <w:jc w:val="center"/>
        <w:rPr>
          <w:b/>
          <w:sz w:val="24"/>
        </w:rPr>
      </w:pPr>
      <w:r w:rsidRPr="00FD05B2">
        <w:rPr>
          <w:b/>
          <w:sz w:val="24"/>
        </w:rPr>
        <w:t xml:space="preserve">MÜÜGILEPING nr </w:t>
      </w:r>
      <w:r w:rsidR="004A2781" w:rsidRPr="004A2781">
        <w:rPr>
          <w:b/>
          <w:sz w:val="24"/>
          <w:szCs w:val="24"/>
          <w:lang w:val="en-AU"/>
        </w:rPr>
        <w:tab/>
      </w:r>
      <w:r w:rsidR="00250800" w:rsidRPr="00250800">
        <w:rPr>
          <w:b/>
          <w:sz w:val="24"/>
          <w:szCs w:val="24"/>
          <w:lang w:val="en-AU"/>
        </w:rPr>
        <w:t>6-27/2024/</w:t>
      </w:r>
      <w:r w:rsidR="0088283B">
        <w:rPr>
          <w:b/>
          <w:sz w:val="24"/>
          <w:szCs w:val="24"/>
          <w:lang w:val="en-AU"/>
        </w:rPr>
        <w:t>8</w:t>
      </w:r>
      <w:r w:rsidR="00250800" w:rsidRPr="00250800">
        <w:rPr>
          <w:b/>
          <w:sz w:val="24"/>
          <w:szCs w:val="24"/>
          <w:lang w:val="en-AU"/>
        </w:rPr>
        <w:t>7</w:t>
      </w:r>
    </w:p>
    <w:p w14:paraId="5E766958" w14:textId="771E80D3" w:rsidR="008D6664" w:rsidRDefault="00965CF6" w:rsidP="008D6664">
      <w:pPr>
        <w:tabs>
          <w:tab w:val="right" w:pos="8313"/>
        </w:tabs>
        <w:spacing w:before="480" w:after="480"/>
        <w:rPr>
          <w:sz w:val="24"/>
        </w:rPr>
      </w:pPr>
      <w:r>
        <w:rPr>
          <w:sz w:val="22"/>
        </w:rPr>
        <w:t>Tallinn</w:t>
      </w:r>
      <w:r w:rsidR="008D6664">
        <w:rPr>
          <w:sz w:val="24"/>
        </w:rPr>
        <w:tab/>
      </w:r>
      <w:r w:rsidR="0088283B">
        <w:rPr>
          <w:sz w:val="22"/>
          <w:szCs w:val="22"/>
        </w:rPr>
        <w:t>23</w:t>
      </w:r>
      <w:r w:rsidR="00BD64A5" w:rsidRPr="001D4D0A">
        <w:rPr>
          <w:sz w:val="22"/>
          <w:szCs w:val="22"/>
        </w:rPr>
        <w:t>.</w:t>
      </w:r>
      <w:r w:rsidR="0088283B">
        <w:rPr>
          <w:sz w:val="22"/>
          <w:szCs w:val="22"/>
        </w:rPr>
        <w:t>12</w:t>
      </w:r>
      <w:r w:rsidR="003D16C2" w:rsidRPr="001D4D0A">
        <w:rPr>
          <w:sz w:val="22"/>
          <w:szCs w:val="22"/>
        </w:rPr>
        <w:t>.</w:t>
      </w:r>
      <w:r w:rsidRPr="001D4D0A">
        <w:rPr>
          <w:sz w:val="22"/>
          <w:szCs w:val="22"/>
        </w:rPr>
        <w:t>20</w:t>
      </w:r>
      <w:r w:rsidR="001127CC">
        <w:rPr>
          <w:sz w:val="22"/>
          <w:szCs w:val="22"/>
        </w:rPr>
        <w:t>2</w:t>
      </w:r>
      <w:r w:rsidR="00250800">
        <w:rPr>
          <w:sz w:val="22"/>
          <w:szCs w:val="22"/>
        </w:rPr>
        <w:t>4</w:t>
      </w:r>
    </w:p>
    <w:p w14:paraId="7FB44C53" w14:textId="68FF0DEC" w:rsidR="00FD05B2" w:rsidRPr="00EE2542" w:rsidRDefault="00FD05B2" w:rsidP="00FD05B2">
      <w:pPr>
        <w:pStyle w:val="Default"/>
      </w:pPr>
      <w:r w:rsidRPr="00EE2542">
        <w:rPr>
          <w:b/>
        </w:rPr>
        <w:t>Riigimetsa Majandamise Keskus</w:t>
      </w:r>
      <w:r w:rsidRPr="00EE2542">
        <w:t xml:space="preserve">, keda </w:t>
      </w:r>
      <w:r w:rsidR="00AB5881">
        <w:rPr>
          <w:sz w:val="23"/>
          <w:szCs w:val="23"/>
        </w:rPr>
        <w:t>esindab RMK juhatu</w:t>
      </w:r>
      <w:r w:rsidR="001970A5">
        <w:rPr>
          <w:sz w:val="23"/>
          <w:szCs w:val="23"/>
        </w:rPr>
        <w:t>se</w:t>
      </w:r>
      <w:r w:rsidR="000B5F08">
        <w:rPr>
          <w:sz w:val="23"/>
          <w:szCs w:val="23"/>
        </w:rPr>
        <w:t xml:space="preserve"> </w:t>
      </w:r>
      <w:r w:rsidR="0088283B">
        <w:rPr>
          <w:sz w:val="23"/>
          <w:szCs w:val="23"/>
        </w:rPr>
        <w:t>13</w:t>
      </w:r>
      <w:r w:rsidR="000B5F08">
        <w:rPr>
          <w:sz w:val="23"/>
          <w:szCs w:val="23"/>
        </w:rPr>
        <w:t>.</w:t>
      </w:r>
      <w:r w:rsidR="0088283B">
        <w:rPr>
          <w:sz w:val="23"/>
          <w:szCs w:val="23"/>
        </w:rPr>
        <w:t>12</w:t>
      </w:r>
      <w:r w:rsidR="000B5F08">
        <w:rPr>
          <w:sz w:val="23"/>
          <w:szCs w:val="23"/>
        </w:rPr>
        <w:t>.202</w:t>
      </w:r>
      <w:r w:rsidR="00250800">
        <w:rPr>
          <w:sz w:val="23"/>
          <w:szCs w:val="23"/>
        </w:rPr>
        <w:t>4</w:t>
      </w:r>
      <w:r w:rsidR="000B5F08">
        <w:rPr>
          <w:sz w:val="23"/>
          <w:szCs w:val="23"/>
        </w:rPr>
        <w:t xml:space="preserve"> otsusega nr 1-32/</w:t>
      </w:r>
      <w:r w:rsidR="0088283B">
        <w:rPr>
          <w:sz w:val="23"/>
          <w:szCs w:val="23"/>
        </w:rPr>
        <w:t>11</w:t>
      </w:r>
      <w:r w:rsidR="000B5F08">
        <w:rPr>
          <w:sz w:val="23"/>
          <w:szCs w:val="23"/>
        </w:rPr>
        <w:t>2</w:t>
      </w:r>
      <w:r w:rsidRPr="00EE2542">
        <w:rPr>
          <w:sz w:val="23"/>
          <w:szCs w:val="23"/>
        </w:rPr>
        <w:t xml:space="preserve"> kinnitatud </w:t>
      </w:r>
      <w:r w:rsidR="00AB5881" w:rsidRPr="00AB5881">
        <w:rPr>
          <w:sz w:val="23"/>
          <w:szCs w:val="23"/>
        </w:rPr>
        <w:t>RMK valduses oleva vallasvara enampakkumise tulemuste kinnitamine</w:t>
      </w:r>
      <w:r w:rsidR="00AB5881">
        <w:rPr>
          <w:sz w:val="23"/>
          <w:szCs w:val="23"/>
        </w:rPr>
        <w:t xml:space="preserve"> punkti 2</w:t>
      </w:r>
      <w:r w:rsidRPr="00EE2542">
        <w:rPr>
          <w:sz w:val="23"/>
          <w:szCs w:val="23"/>
        </w:rPr>
        <w:t xml:space="preserve"> alusel </w:t>
      </w:r>
      <w:r w:rsidR="0088283B">
        <w:rPr>
          <w:sz w:val="23"/>
          <w:szCs w:val="23"/>
        </w:rPr>
        <w:t>Mihkel Merimaa</w:t>
      </w:r>
      <w:r w:rsidRPr="00EE2542">
        <w:t xml:space="preserve"> edaspidi nimetatud </w:t>
      </w:r>
      <w:r w:rsidRPr="00EE2542">
        <w:rPr>
          <w:b/>
          <w:bCs/>
        </w:rPr>
        <w:t>Müüja</w:t>
      </w:r>
      <w:r w:rsidRPr="00EE2542">
        <w:t xml:space="preserve">, ühelt poolt </w:t>
      </w:r>
    </w:p>
    <w:p w14:paraId="42E119EB" w14:textId="328A1202" w:rsidR="00FD05B2" w:rsidRDefault="004D5BB5" w:rsidP="001A2249">
      <w:pPr>
        <w:pStyle w:val="Kehatekst2"/>
      </w:pPr>
      <w:r w:rsidRPr="00EE2542">
        <w:t>J</w:t>
      </w:r>
      <w:r w:rsidR="00FD05B2" w:rsidRPr="00EE2542">
        <w:t>a</w:t>
      </w:r>
      <w:r w:rsidR="0088283B">
        <w:t xml:space="preserve"> </w:t>
      </w:r>
      <w:r w:rsidR="0088283B" w:rsidRPr="0088283B">
        <w:rPr>
          <w:b/>
          <w:bCs/>
        </w:rPr>
        <w:t>OÜ</w:t>
      </w:r>
      <w:r w:rsidRPr="00EE2542">
        <w:t xml:space="preserve"> </w:t>
      </w:r>
      <w:proofErr w:type="spellStart"/>
      <w:r w:rsidR="0088283B" w:rsidRPr="0088283B">
        <w:rPr>
          <w:b/>
        </w:rPr>
        <w:t>Rovex</w:t>
      </w:r>
      <w:proofErr w:type="spellEnd"/>
      <w:r w:rsidR="0088283B" w:rsidRPr="0088283B">
        <w:rPr>
          <w:b/>
        </w:rPr>
        <w:t>,</w:t>
      </w:r>
      <w:r w:rsidR="0088283B">
        <w:rPr>
          <w:b/>
        </w:rPr>
        <w:t xml:space="preserve"> registrikood:</w:t>
      </w:r>
      <w:r w:rsidR="0088283B" w:rsidRPr="0088283B">
        <w:rPr>
          <w:b/>
        </w:rPr>
        <w:t xml:space="preserve"> 10313243</w:t>
      </w:r>
      <w:r w:rsidR="0088283B" w:rsidRPr="0088283B">
        <w:rPr>
          <w:bCs/>
        </w:rPr>
        <w:t xml:space="preserve">, </w:t>
      </w:r>
      <w:r w:rsidR="0088283B" w:rsidRPr="0088283B">
        <w:rPr>
          <w:bCs/>
        </w:rPr>
        <w:t xml:space="preserve">keda esindab </w:t>
      </w:r>
      <w:r w:rsidR="0088283B" w:rsidRPr="0088283B">
        <w:rPr>
          <w:bCs/>
        </w:rPr>
        <w:t xml:space="preserve">Tõnis </w:t>
      </w:r>
      <w:proofErr w:type="spellStart"/>
      <w:r w:rsidR="0088283B" w:rsidRPr="0088283B">
        <w:rPr>
          <w:bCs/>
        </w:rPr>
        <w:t>Visnap</w:t>
      </w:r>
      <w:proofErr w:type="spellEnd"/>
      <w:r w:rsidR="0010037A" w:rsidRPr="00FC2064">
        <w:t xml:space="preserve">, </w:t>
      </w:r>
      <w:r w:rsidR="00FD05B2" w:rsidRPr="00EE2542">
        <w:t xml:space="preserve">edaspidi nimetatud </w:t>
      </w:r>
      <w:r w:rsidR="00FD05B2" w:rsidRPr="00EE2542">
        <w:rPr>
          <w:b/>
          <w:bCs/>
        </w:rPr>
        <w:t>Ostja</w:t>
      </w:r>
      <w:r w:rsidR="00FD05B2" w:rsidRPr="00EE2542">
        <w:t>, teiselt</w:t>
      </w:r>
      <w:r w:rsidR="00FD05B2" w:rsidRPr="00480018">
        <w:t xml:space="preserve"> poolt,</w:t>
      </w:r>
    </w:p>
    <w:p w14:paraId="50AC1952" w14:textId="77777777" w:rsidR="00E813C7" w:rsidRDefault="00FD05B2" w:rsidP="00FD05B2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käesolevas Lepingus </w:t>
      </w:r>
      <w:r>
        <w:rPr>
          <w:b/>
          <w:bCs/>
          <w:sz w:val="24"/>
        </w:rPr>
        <w:t>Pool</w:t>
      </w:r>
      <w:r>
        <w:rPr>
          <w:sz w:val="24"/>
        </w:rPr>
        <w:t xml:space="preserve"> või koos </w:t>
      </w:r>
      <w:r>
        <w:rPr>
          <w:b/>
          <w:bCs/>
          <w:sz w:val="24"/>
        </w:rPr>
        <w:t>Poolteks</w:t>
      </w:r>
      <w:r w:rsidR="00E813C7">
        <w:rPr>
          <w:sz w:val="24"/>
        </w:rPr>
        <w:t>,</w:t>
      </w:r>
    </w:p>
    <w:p w14:paraId="75544D88" w14:textId="77777777" w:rsidR="00E813C7" w:rsidRDefault="00E813C7" w:rsidP="00E813C7">
      <w:pPr>
        <w:spacing w:before="240" w:after="240"/>
        <w:jc w:val="both"/>
        <w:rPr>
          <w:sz w:val="24"/>
        </w:rPr>
      </w:pPr>
      <w:r>
        <w:rPr>
          <w:sz w:val="24"/>
          <w:szCs w:val="18"/>
        </w:rPr>
        <w:t xml:space="preserve">sõlmisid käesoleva lepingu, edaspidi nimetatud </w:t>
      </w:r>
      <w:r>
        <w:rPr>
          <w:b/>
          <w:bCs/>
          <w:sz w:val="24"/>
          <w:szCs w:val="18"/>
        </w:rPr>
        <w:t>Leping</w:t>
      </w:r>
      <w:r>
        <w:rPr>
          <w:sz w:val="24"/>
          <w:szCs w:val="18"/>
        </w:rPr>
        <w:t>, alljärgnevas:</w:t>
      </w:r>
    </w:p>
    <w:p w14:paraId="3E2F4614" w14:textId="77777777" w:rsidR="00E813C7" w:rsidRDefault="00E813C7" w:rsidP="00E813C7">
      <w:pPr>
        <w:rPr>
          <w:b/>
          <w:bCs/>
          <w:sz w:val="24"/>
        </w:rPr>
      </w:pPr>
      <w:r>
        <w:rPr>
          <w:b/>
          <w:bCs/>
          <w:sz w:val="24"/>
        </w:rPr>
        <w:t>1. Lepingu objekt</w:t>
      </w:r>
    </w:p>
    <w:p w14:paraId="36A047DB" w14:textId="667FD2C5" w:rsidR="00E813C7" w:rsidRPr="006D43FE" w:rsidRDefault="00E813C7" w:rsidP="00E813C7">
      <w:pPr>
        <w:pStyle w:val="Kehatekst"/>
        <w:jc w:val="left"/>
        <w:rPr>
          <w:b/>
          <w:sz w:val="24"/>
          <w:szCs w:val="24"/>
        </w:rPr>
      </w:pPr>
      <w:r>
        <w:rPr>
          <w:sz w:val="24"/>
        </w:rPr>
        <w:t xml:space="preserve">Vastavalt riigivara avalikul </w:t>
      </w:r>
      <w:r w:rsidR="009275CC">
        <w:rPr>
          <w:sz w:val="24"/>
        </w:rPr>
        <w:t>elektroonilisel</w:t>
      </w:r>
      <w:r>
        <w:rPr>
          <w:sz w:val="24"/>
        </w:rPr>
        <w:t xml:space="preserve"> enampakkumisel tehtud pakkumisele Müüja müüb ja Ostja ostab</w:t>
      </w:r>
      <w:r w:rsidR="00526FE1">
        <w:rPr>
          <w:sz w:val="24"/>
        </w:rPr>
        <w:t>:</w:t>
      </w:r>
      <w:r w:rsidR="0033409D">
        <w:rPr>
          <w:sz w:val="24"/>
        </w:rPr>
        <w:t xml:space="preserve"> </w:t>
      </w:r>
      <w:r w:rsidR="00F14C5A" w:rsidRPr="00F14C5A">
        <w:rPr>
          <w:b/>
          <w:sz w:val="24"/>
        </w:rPr>
        <w:t>Enampakkumine nr.</w:t>
      </w:r>
      <w:r w:rsidR="00293CB9" w:rsidRPr="00293CB9">
        <w:t xml:space="preserve"> </w:t>
      </w:r>
      <w:r w:rsidR="0088283B" w:rsidRPr="0088283B">
        <w:rPr>
          <w:b/>
          <w:sz w:val="24"/>
        </w:rPr>
        <w:t>223190946</w:t>
      </w:r>
      <w:r w:rsidR="0088283B">
        <w:rPr>
          <w:b/>
          <w:sz w:val="24"/>
        </w:rPr>
        <w:t xml:space="preserve"> „</w:t>
      </w:r>
      <w:r w:rsidR="0088283B">
        <w:t xml:space="preserve">Toyota </w:t>
      </w:r>
      <w:proofErr w:type="spellStart"/>
      <w:r w:rsidR="0088283B">
        <w:t>Hilux</w:t>
      </w:r>
      <w:proofErr w:type="spellEnd"/>
      <w:r w:rsidR="0088283B">
        <w:t xml:space="preserve"> avariilise kere detailid</w:t>
      </w:r>
      <w:r w:rsidR="0035573F">
        <w:rPr>
          <w:b/>
          <w:sz w:val="24"/>
        </w:rPr>
        <w:t>“</w:t>
      </w:r>
      <w:r w:rsidR="00B66024">
        <w:rPr>
          <w:b/>
          <w:sz w:val="24"/>
        </w:rPr>
        <w:t xml:space="preserve"> </w:t>
      </w:r>
      <w:r w:rsidR="004C3A47" w:rsidRPr="004C3A47">
        <w:rPr>
          <w:b/>
          <w:sz w:val="24"/>
        </w:rPr>
        <w:t xml:space="preserve"> </w:t>
      </w:r>
      <w:r>
        <w:rPr>
          <w:sz w:val="24"/>
        </w:rPr>
        <w:t xml:space="preserve">edaspidi nimetatud </w:t>
      </w:r>
      <w:r>
        <w:rPr>
          <w:b/>
          <w:bCs/>
          <w:sz w:val="24"/>
        </w:rPr>
        <w:t>Vara.</w:t>
      </w:r>
    </w:p>
    <w:p w14:paraId="3DF16730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2. Ostuhind</w:t>
      </w:r>
    </w:p>
    <w:p w14:paraId="711072FA" w14:textId="4F76810F" w:rsidR="00E813C7" w:rsidRPr="005C0D2F" w:rsidRDefault="00E813C7" w:rsidP="00E813C7">
      <w:pPr>
        <w:rPr>
          <w:spacing w:val="-3"/>
          <w:sz w:val="22"/>
        </w:rPr>
      </w:pPr>
      <w:r w:rsidRPr="002606BB">
        <w:rPr>
          <w:sz w:val="24"/>
        </w:rPr>
        <w:t xml:space="preserve">Müüja müüb ja Ostja ostab Vara hinnaga </w:t>
      </w:r>
      <w:r w:rsidR="0088283B">
        <w:rPr>
          <w:b/>
          <w:sz w:val="24"/>
        </w:rPr>
        <w:t>700</w:t>
      </w:r>
      <w:r w:rsidRPr="002606BB">
        <w:rPr>
          <w:spacing w:val="-3"/>
          <w:sz w:val="22"/>
        </w:rPr>
        <w:t xml:space="preserve"> (</w:t>
      </w:r>
      <w:r w:rsidR="0088283B">
        <w:rPr>
          <w:spacing w:val="-3"/>
          <w:sz w:val="22"/>
        </w:rPr>
        <w:t>seitsesada</w:t>
      </w:r>
      <w:r w:rsidR="001152D3">
        <w:rPr>
          <w:spacing w:val="-3"/>
          <w:sz w:val="22"/>
        </w:rPr>
        <w:t>)</w:t>
      </w:r>
      <w:r w:rsidR="00D37053">
        <w:rPr>
          <w:spacing w:val="-3"/>
          <w:sz w:val="22"/>
        </w:rPr>
        <w:t xml:space="preserve"> </w:t>
      </w:r>
      <w:r w:rsidR="00D37053">
        <w:rPr>
          <w:b/>
          <w:spacing w:val="-3"/>
          <w:sz w:val="22"/>
        </w:rPr>
        <w:t>eu</w:t>
      </w:r>
      <w:r>
        <w:rPr>
          <w:b/>
          <w:spacing w:val="-3"/>
          <w:sz w:val="22"/>
        </w:rPr>
        <w:t>rot</w:t>
      </w:r>
      <w:r>
        <w:rPr>
          <w:sz w:val="24"/>
        </w:rPr>
        <w:t>. Hind sisaldab käibemaksu 20%.</w:t>
      </w:r>
    </w:p>
    <w:p w14:paraId="1F17D928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3. Vara kvaliteet</w:t>
      </w:r>
    </w:p>
    <w:p w14:paraId="70F2A294" w14:textId="77777777" w:rsidR="00E813C7" w:rsidRDefault="00E813C7" w:rsidP="00E813C7">
      <w:pPr>
        <w:rPr>
          <w:sz w:val="24"/>
          <w:u w:val="single"/>
        </w:rPr>
      </w:pPr>
      <w:r>
        <w:rPr>
          <w:sz w:val="24"/>
        </w:rPr>
        <w:t>3.1. Ostja kinnitab, et on põhjalikult tutvunud Vara seisukorraga ja ei esita Müüjale Vara lepingutingimustele mittevastavusest tulenevaid nõudeid.</w:t>
      </w:r>
    </w:p>
    <w:p w14:paraId="2753F9CF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4. Arveldus</w:t>
      </w:r>
    </w:p>
    <w:p w14:paraId="5BA33F5B" w14:textId="77777777" w:rsidR="00E813C7" w:rsidRDefault="00E813C7" w:rsidP="00E813C7">
      <w:pPr>
        <w:rPr>
          <w:sz w:val="24"/>
        </w:rPr>
      </w:pPr>
      <w:r>
        <w:rPr>
          <w:sz w:val="24"/>
        </w:rPr>
        <w:t>4.1. Ostja on tasunud Vara eest enne Lepingule allakirjutamist.</w:t>
      </w:r>
    </w:p>
    <w:p w14:paraId="20C27900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5. Vara üleandmine-</w:t>
      </w:r>
      <w:proofErr w:type="spellStart"/>
      <w:r>
        <w:rPr>
          <w:b/>
          <w:bCs/>
          <w:sz w:val="24"/>
        </w:rPr>
        <w:t>vastuvôtmine</w:t>
      </w:r>
      <w:proofErr w:type="spellEnd"/>
    </w:p>
    <w:p w14:paraId="5FA8C0E7" w14:textId="77777777" w:rsidR="00E813C7" w:rsidRDefault="00E813C7" w:rsidP="00E813C7">
      <w:pPr>
        <w:rPr>
          <w:sz w:val="24"/>
        </w:rPr>
      </w:pPr>
      <w:r>
        <w:rPr>
          <w:sz w:val="24"/>
        </w:rPr>
        <w:t xml:space="preserve">5.1. Vara antakse üle ja </w:t>
      </w:r>
      <w:proofErr w:type="spellStart"/>
      <w:r>
        <w:rPr>
          <w:sz w:val="24"/>
        </w:rPr>
        <w:t>vôetaks</w:t>
      </w:r>
      <w:r w:rsidR="00535F1F">
        <w:rPr>
          <w:sz w:val="24"/>
        </w:rPr>
        <w:t>e</w:t>
      </w:r>
      <w:proofErr w:type="spellEnd"/>
      <w:r w:rsidR="00535F1F">
        <w:rPr>
          <w:sz w:val="24"/>
        </w:rPr>
        <w:t xml:space="preserve"> vastu pärast üleandmise-vastuvõtmise akti</w:t>
      </w:r>
      <w:r>
        <w:rPr>
          <w:sz w:val="24"/>
        </w:rPr>
        <w:t xml:space="preserve"> allakirjutamist.</w:t>
      </w:r>
    </w:p>
    <w:p w14:paraId="67FD37D4" w14:textId="77777777" w:rsidR="00E813C7" w:rsidRDefault="00E813C7" w:rsidP="00E813C7">
      <w:pPr>
        <w:rPr>
          <w:sz w:val="24"/>
        </w:rPr>
      </w:pPr>
      <w:r>
        <w:rPr>
          <w:sz w:val="24"/>
        </w:rPr>
        <w:t>5.2. Vara üleandmine-vastuvõtmine vormistatakse mõlema Poole poolt allakirjutatud aktiga.</w:t>
      </w:r>
    </w:p>
    <w:p w14:paraId="7853BF04" w14:textId="77777777" w:rsidR="00E813C7" w:rsidRDefault="00E813C7" w:rsidP="00E813C7">
      <w:pPr>
        <w:rPr>
          <w:sz w:val="24"/>
        </w:rPr>
      </w:pPr>
      <w:r>
        <w:rPr>
          <w:sz w:val="24"/>
        </w:rPr>
        <w:t>5.3. Vara loetakse Ostjale üleantuks hetkest, kui Ostja esindaja on kinnitanud Vara vastuvõtmise aktil oma allkirjaga.</w:t>
      </w:r>
    </w:p>
    <w:p w14:paraId="3FD3F816" w14:textId="77777777" w:rsidR="00535F1F" w:rsidRDefault="00E813C7" w:rsidP="00E813C7">
      <w:pPr>
        <w:rPr>
          <w:sz w:val="24"/>
        </w:rPr>
      </w:pPr>
      <w:r>
        <w:rPr>
          <w:sz w:val="24"/>
        </w:rPr>
        <w:t>5.4. Vara juhusliku hävimise ja kahjustumise riisiko läheb Ostjale üle Vara üleandmisega.</w:t>
      </w:r>
    </w:p>
    <w:p w14:paraId="41E132BE" w14:textId="77777777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6</w:t>
      </w:r>
      <w:r w:rsidR="00E813C7">
        <w:rPr>
          <w:b/>
          <w:bCs/>
          <w:sz w:val="24"/>
        </w:rPr>
        <w:t>. Sanktsioonid</w:t>
      </w:r>
    </w:p>
    <w:p w14:paraId="77647930" w14:textId="77777777" w:rsidR="00E813C7" w:rsidRDefault="00AB5881" w:rsidP="00E813C7">
      <w:pPr>
        <w:rPr>
          <w:sz w:val="24"/>
        </w:rPr>
      </w:pPr>
      <w:r>
        <w:rPr>
          <w:sz w:val="24"/>
        </w:rPr>
        <w:t>6</w:t>
      </w:r>
      <w:r w:rsidR="00E813C7">
        <w:rPr>
          <w:sz w:val="24"/>
        </w:rPr>
        <w:t xml:space="preserve">.1. Pooled vastutavad lepinguliste kohustuste mittetäitmise </w:t>
      </w:r>
      <w:proofErr w:type="spellStart"/>
      <w:r w:rsidR="00E813C7">
        <w:rPr>
          <w:sz w:val="24"/>
        </w:rPr>
        <w:t>vôi</w:t>
      </w:r>
      <w:proofErr w:type="spellEnd"/>
      <w:r w:rsidR="00E813C7">
        <w:rPr>
          <w:sz w:val="24"/>
        </w:rPr>
        <w:t xml:space="preserve"> mittekohase täitmise, sealhulgas täitmisega viivitamise eest.</w:t>
      </w:r>
    </w:p>
    <w:p w14:paraId="648A224B" w14:textId="77777777" w:rsidR="00293CB9" w:rsidRDefault="00293CB9" w:rsidP="00E813C7">
      <w:pPr>
        <w:rPr>
          <w:sz w:val="24"/>
        </w:rPr>
      </w:pPr>
    </w:p>
    <w:p w14:paraId="22527AD4" w14:textId="77777777" w:rsidR="00293CB9" w:rsidRDefault="00293CB9" w:rsidP="00E813C7">
      <w:pPr>
        <w:rPr>
          <w:sz w:val="24"/>
        </w:rPr>
      </w:pPr>
    </w:p>
    <w:p w14:paraId="513ED9DA" w14:textId="77777777" w:rsidR="00293CB9" w:rsidRDefault="00293CB9" w:rsidP="00E813C7">
      <w:pPr>
        <w:rPr>
          <w:sz w:val="24"/>
        </w:rPr>
      </w:pPr>
    </w:p>
    <w:p w14:paraId="73385AEE" w14:textId="77777777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lastRenderedPageBreak/>
        <w:t>7</w:t>
      </w:r>
      <w:r w:rsidR="00E813C7">
        <w:rPr>
          <w:b/>
          <w:bCs/>
          <w:sz w:val="24"/>
        </w:rPr>
        <w:t>. Vaidluste lahendamine</w:t>
      </w:r>
    </w:p>
    <w:p w14:paraId="54055B63" w14:textId="77777777" w:rsidR="00E813C7" w:rsidRDefault="00AB5881" w:rsidP="00E813C7">
      <w:pPr>
        <w:rPr>
          <w:sz w:val="24"/>
        </w:rPr>
      </w:pPr>
      <w:r>
        <w:rPr>
          <w:sz w:val="24"/>
        </w:rPr>
        <w:t>7</w:t>
      </w:r>
      <w:r w:rsidR="00E813C7">
        <w:rPr>
          <w:sz w:val="24"/>
        </w:rPr>
        <w:t xml:space="preserve">.1. Vaidlused ja lahkarvamused, mis tekivad käesoleva Lepingu täitmisel, lahendatakse pooltevaheliste läbirääkimiste teel. Läbirääkimiste käigus kokkuleppele </w:t>
      </w:r>
      <w:proofErr w:type="spellStart"/>
      <w:r w:rsidR="00E813C7">
        <w:rPr>
          <w:sz w:val="24"/>
        </w:rPr>
        <w:t>mittejôudmisel</w:t>
      </w:r>
      <w:proofErr w:type="spellEnd"/>
      <w:r w:rsidR="00E813C7">
        <w:rPr>
          <w:sz w:val="24"/>
        </w:rPr>
        <w:t xml:space="preserve"> lahendatakse vaidlused õigusaktidega ettenähtud korras.</w:t>
      </w:r>
    </w:p>
    <w:p w14:paraId="6C8FD9C7" w14:textId="77777777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8</w:t>
      </w:r>
      <w:r w:rsidR="00E813C7">
        <w:rPr>
          <w:b/>
          <w:bCs/>
          <w:sz w:val="24"/>
        </w:rPr>
        <w:t xml:space="preserve">. </w:t>
      </w:r>
      <w:proofErr w:type="spellStart"/>
      <w:r w:rsidR="00E813C7">
        <w:rPr>
          <w:b/>
          <w:bCs/>
          <w:sz w:val="24"/>
        </w:rPr>
        <w:t>Lôppsätted</w:t>
      </w:r>
      <w:proofErr w:type="spellEnd"/>
    </w:p>
    <w:p w14:paraId="65A287F3" w14:textId="77777777" w:rsidR="00E813C7" w:rsidRDefault="00AB5881" w:rsidP="00E813C7">
      <w:pPr>
        <w:pStyle w:val="Kehatekst2"/>
        <w:jc w:val="left"/>
      </w:pPr>
      <w:r>
        <w:t>8</w:t>
      </w:r>
      <w:r w:rsidR="00E813C7">
        <w:t>.1. Käesoleva Lepingu muudatused, täiendused ja parandused kehtivad ainult siis, kui need on tehtud kirjalikus vormis ja allakirjutatud selleks volitatud isikute poolt.</w:t>
      </w:r>
    </w:p>
    <w:p w14:paraId="27465B68" w14:textId="77777777"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 xml:space="preserve">.2. Käesolev Leping </w:t>
      </w:r>
      <w:proofErr w:type="spellStart"/>
      <w:r w:rsidR="00E813C7">
        <w:rPr>
          <w:sz w:val="24"/>
        </w:rPr>
        <w:t>jôustub</w:t>
      </w:r>
      <w:proofErr w:type="spellEnd"/>
      <w:r w:rsidR="00E813C7">
        <w:rPr>
          <w:sz w:val="24"/>
        </w:rPr>
        <w:t xml:space="preserve"> selle allakirjutamise hetkest ja kehtib kuni lepinguliste kohustuste täitmiseni mõlema Poole poolt.</w:t>
      </w:r>
    </w:p>
    <w:p w14:paraId="512D6E5C" w14:textId="77777777"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 xml:space="preserve">.3. Käesolev Leping on </w:t>
      </w:r>
      <w:proofErr w:type="spellStart"/>
      <w:r w:rsidR="00E813C7">
        <w:rPr>
          <w:sz w:val="24"/>
        </w:rPr>
        <w:t>sôlmitud</w:t>
      </w:r>
      <w:proofErr w:type="spellEnd"/>
      <w:r w:rsidR="00E813C7">
        <w:rPr>
          <w:sz w:val="24"/>
        </w:rPr>
        <w:t xml:space="preserve"> kahes identses </w:t>
      </w:r>
      <w:r w:rsidR="00E813C7">
        <w:rPr>
          <w:bCs/>
          <w:sz w:val="24"/>
        </w:rPr>
        <w:t xml:space="preserve">võrdset juriidilist jõudu omavas </w:t>
      </w:r>
      <w:r w:rsidR="00E813C7">
        <w:rPr>
          <w:sz w:val="24"/>
        </w:rPr>
        <w:t>eksemplaris, millest kumbki Pool saab ühe eksemplari.</w:t>
      </w:r>
    </w:p>
    <w:p w14:paraId="56EFA77F" w14:textId="77777777" w:rsidR="00E813C7" w:rsidRDefault="00AB5881" w:rsidP="00E813C7">
      <w:pPr>
        <w:spacing w:before="240" w:after="240"/>
        <w:jc w:val="both"/>
        <w:rPr>
          <w:b/>
          <w:bCs/>
          <w:sz w:val="24"/>
        </w:rPr>
      </w:pPr>
      <w:r>
        <w:rPr>
          <w:b/>
          <w:bCs/>
          <w:sz w:val="24"/>
        </w:rPr>
        <w:t>9</w:t>
      </w:r>
      <w:r w:rsidR="00E813C7">
        <w:rPr>
          <w:b/>
          <w:bCs/>
          <w:sz w:val="24"/>
        </w:rPr>
        <w:t>. Poolte andmed ja allkirjad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56"/>
        <w:gridCol w:w="804"/>
        <w:gridCol w:w="4053"/>
      </w:tblGrid>
      <w:tr w:rsidR="00E813C7" w:rsidRPr="00C27351" w14:paraId="7DDA3BA7" w14:textId="77777777" w:rsidTr="004C3A47">
        <w:tc>
          <w:tcPr>
            <w:tcW w:w="3510" w:type="dxa"/>
            <w:shd w:val="clear" w:color="auto" w:fill="auto"/>
          </w:tcPr>
          <w:p w14:paraId="42F99871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Müüja</w:t>
            </w:r>
          </w:p>
        </w:tc>
        <w:tc>
          <w:tcPr>
            <w:tcW w:w="820" w:type="dxa"/>
            <w:vMerge w:val="restart"/>
            <w:shd w:val="clear" w:color="auto" w:fill="auto"/>
          </w:tcPr>
          <w:p w14:paraId="7C59F0B4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</w:p>
        </w:tc>
        <w:tc>
          <w:tcPr>
            <w:tcW w:w="4123" w:type="dxa"/>
            <w:shd w:val="clear" w:color="auto" w:fill="auto"/>
          </w:tcPr>
          <w:p w14:paraId="21741870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Ostja</w:t>
            </w:r>
          </w:p>
        </w:tc>
      </w:tr>
      <w:tr w:rsidR="00E813C7" w:rsidRPr="00C27351" w14:paraId="2816BFAB" w14:textId="77777777" w:rsidTr="004C3A47">
        <w:trPr>
          <w:trHeight w:val="510"/>
        </w:trPr>
        <w:tc>
          <w:tcPr>
            <w:tcW w:w="3510" w:type="dxa"/>
            <w:shd w:val="clear" w:color="auto" w:fill="auto"/>
            <w:vAlign w:val="bottom"/>
          </w:tcPr>
          <w:p w14:paraId="382F73FF" w14:textId="77777777"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Riigimetsa Majandamise Keskus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14:paraId="0F81E112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14:paraId="04A42471" w14:textId="1516AF4E" w:rsidR="00E813C7" w:rsidRPr="005109AE" w:rsidRDefault="0088283B" w:rsidP="000B5F08">
            <w:pPr>
              <w:rPr>
                <w:sz w:val="24"/>
              </w:rPr>
            </w:pPr>
            <w:r>
              <w:rPr>
                <w:sz w:val="24"/>
              </w:rPr>
              <w:t xml:space="preserve">OÜ </w:t>
            </w:r>
            <w:proofErr w:type="spellStart"/>
            <w:r>
              <w:rPr>
                <w:sz w:val="24"/>
              </w:rPr>
              <w:t>Rovex</w:t>
            </w:r>
            <w:proofErr w:type="spellEnd"/>
            <w:r w:rsidR="00FC2064">
              <w:rPr>
                <w:sz w:val="24"/>
              </w:rPr>
              <w:t xml:space="preserve"> </w:t>
            </w:r>
          </w:p>
        </w:tc>
      </w:tr>
      <w:tr w:rsidR="00E813C7" w:rsidRPr="00C27351" w14:paraId="63564714" w14:textId="77777777" w:rsidTr="004C3A47">
        <w:tc>
          <w:tcPr>
            <w:tcW w:w="3510" w:type="dxa"/>
            <w:shd w:val="clear" w:color="auto" w:fill="auto"/>
            <w:vAlign w:val="bottom"/>
          </w:tcPr>
          <w:p w14:paraId="0BC3DAF1" w14:textId="77777777" w:rsidR="00E813C7" w:rsidRPr="00C27351" w:rsidRDefault="00A20537" w:rsidP="00FD05B2">
            <w:pPr>
              <w:rPr>
                <w:sz w:val="24"/>
              </w:rPr>
            </w:pPr>
            <w:r>
              <w:rPr>
                <w:sz w:val="24"/>
              </w:rPr>
              <w:t>Sagadi mõis, Vihula vald, Lääne-Virumaa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14:paraId="73B2FE87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14:paraId="7AB6C76E" w14:textId="77777777" w:rsidR="00E813C7" w:rsidRDefault="0088283B" w:rsidP="000B5F08">
            <w:pPr>
              <w:rPr>
                <w:sz w:val="24"/>
              </w:rPr>
            </w:pPr>
            <w:r>
              <w:rPr>
                <w:sz w:val="24"/>
              </w:rPr>
              <w:t>Pärnu mnt 37, Viljandi</w:t>
            </w:r>
          </w:p>
          <w:p w14:paraId="34DB7CFA" w14:textId="25783438" w:rsidR="0088283B" w:rsidRPr="00EE2542" w:rsidRDefault="0088283B" w:rsidP="000B5F08">
            <w:pPr>
              <w:rPr>
                <w:sz w:val="24"/>
              </w:rPr>
            </w:pPr>
            <w:r>
              <w:rPr>
                <w:sz w:val="24"/>
              </w:rPr>
              <w:t xml:space="preserve">Registrikood: </w:t>
            </w:r>
            <w:r w:rsidRPr="0088283B">
              <w:rPr>
                <w:sz w:val="24"/>
              </w:rPr>
              <w:t>10313243</w:t>
            </w:r>
          </w:p>
        </w:tc>
      </w:tr>
      <w:tr w:rsidR="00E813C7" w:rsidRPr="00C27351" w14:paraId="45CE8958" w14:textId="77777777" w:rsidTr="004C3A47">
        <w:tc>
          <w:tcPr>
            <w:tcW w:w="3510" w:type="dxa"/>
            <w:shd w:val="clear" w:color="auto" w:fill="auto"/>
            <w:vAlign w:val="bottom"/>
          </w:tcPr>
          <w:p w14:paraId="7FF1B64F" w14:textId="77777777"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Registrikood 70004459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14:paraId="76EBF20D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14:paraId="54B1D894" w14:textId="3FFC753E" w:rsidR="00E813C7" w:rsidRPr="00EE2542" w:rsidRDefault="00E813C7" w:rsidP="00BE0C9E">
            <w:pPr>
              <w:rPr>
                <w:sz w:val="24"/>
              </w:rPr>
            </w:pPr>
          </w:p>
        </w:tc>
      </w:tr>
      <w:tr w:rsidR="00E813C7" w:rsidRPr="00C27351" w14:paraId="59CF3735" w14:textId="77777777" w:rsidTr="004C3A47">
        <w:trPr>
          <w:trHeight w:val="1218"/>
        </w:trPr>
        <w:tc>
          <w:tcPr>
            <w:tcW w:w="3510" w:type="dxa"/>
            <w:tcBorders>
              <w:bottom w:val="dotted" w:sz="4" w:space="0" w:color="auto"/>
            </w:tcBorders>
            <w:shd w:val="clear" w:color="auto" w:fill="auto"/>
          </w:tcPr>
          <w:p w14:paraId="1F77DE2C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820" w:type="dxa"/>
            <w:vMerge/>
            <w:shd w:val="clear" w:color="auto" w:fill="auto"/>
          </w:tcPr>
          <w:p w14:paraId="5492F25C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4123" w:type="dxa"/>
            <w:tcBorders>
              <w:bottom w:val="dotted" w:sz="4" w:space="0" w:color="auto"/>
            </w:tcBorders>
            <w:shd w:val="clear" w:color="auto" w:fill="auto"/>
          </w:tcPr>
          <w:p w14:paraId="24688BFD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</w:tr>
    </w:tbl>
    <w:p w14:paraId="7D85E556" w14:textId="77777777" w:rsidR="00AF316B" w:rsidRDefault="00AF316B" w:rsidP="00AF316B">
      <w:pPr>
        <w:jc w:val="both"/>
      </w:pPr>
    </w:p>
    <w:p w14:paraId="14BC0277" w14:textId="77777777" w:rsidR="005B4CEA" w:rsidRDefault="005B4CEA" w:rsidP="00AF316B"/>
    <w:sectPr w:rsidR="005B4CEA" w:rsidSect="00EA1135"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9C54A" w14:textId="77777777" w:rsidR="00251ABE" w:rsidRDefault="00251ABE">
      <w:r>
        <w:separator/>
      </w:r>
    </w:p>
  </w:endnote>
  <w:endnote w:type="continuationSeparator" w:id="0">
    <w:p w14:paraId="75747774" w14:textId="77777777" w:rsidR="00251ABE" w:rsidRDefault="00251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65E7F" w14:textId="77777777" w:rsidR="00251ABE" w:rsidRDefault="00251ABE">
      <w:r>
        <w:separator/>
      </w:r>
    </w:p>
  </w:footnote>
  <w:footnote w:type="continuationSeparator" w:id="0">
    <w:p w14:paraId="7DDD4569" w14:textId="77777777" w:rsidR="00251ABE" w:rsidRDefault="00251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915F6" w14:textId="77777777" w:rsidR="00251ABE" w:rsidRDefault="00251ABE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60C7D99" w14:textId="77777777" w:rsidR="00251ABE" w:rsidRDefault="00251AB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616AC" w14:textId="77777777" w:rsidR="00251ABE" w:rsidRDefault="00251ABE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0B5F08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0350859A" w14:textId="77777777" w:rsidR="00251ABE" w:rsidRPr="00EA1135" w:rsidRDefault="00251ABE" w:rsidP="00EA1135">
    <w:pPr>
      <w:pStyle w:val="Pis"/>
      <w:jc w:val="right"/>
      <w:rPr>
        <w:rFonts w:ascii="Arial" w:hAnsi="Arial" w:cs="Arial"/>
        <w:b/>
        <w:sz w:val="17"/>
        <w:szCs w:val="17"/>
      </w:rPr>
    </w:pPr>
    <w:r w:rsidRPr="00EA1135">
      <w:rPr>
        <w:rFonts w:ascii="Arial" w:hAnsi="Arial" w:cs="Arial"/>
        <w:b/>
        <w:sz w:val="17"/>
        <w:szCs w:val="17"/>
      </w:rPr>
      <w:t>ASUTUSESISESEKS KASUTAMISEKS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932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D04"/>
    <w:rsid w:val="000734D1"/>
    <w:rsid w:val="00080F99"/>
    <w:rsid w:val="00094626"/>
    <w:rsid w:val="000B193E"/>
    <w:rsid w:val="000B3D30"/>
    <w:rsid w:val="000B5F08"/>
    <w:rsid w:val="000B7659"/>
    <w:rsid w:val="000C1530"/>
    <w:rsid w:val="0010037A"/>
    <w:rsid w:val="001127CC"/>
    <w:rsid w:val="00113E9F"/>
    <w:rsid w:val="001152D3"/>
    <w:rsid w:val="001421DE"/>
    <w:rsid w:val="00165D98"/>
    <w:rsid w:val="00175378"/>
    <w:rsid w:val="0019429C"/>
    <w:rsid w:val="001970A5"/>
    <w:rsid w:val="001A2249"/>
    <w:rsid w:val="001A6EC0"/>
    <w:rsid w:val="001B55CB"/>
    <w:rsid w:val="001D4D0A"/>
    <w:rsid w:val="001F45EC"/>
    <w:rsid w:val="002006B5"/>
    <w:rsid w:val="00237A64"/>
    <w:rsid w:val="00247F68"/>
    <w:rsid w:val="00250800"/>
    <w:rsid w:val="00251ABE"/>
    <w:rsid w:val="002606BB"/>
    <w:rsid w:val="00293CB9"/>
    <w:rsid w:val="002C54C3"/>
    <w:rsid w:val="002F60A1"/>
    <w:rsid w:val="0033409D"/>
    <w:rsid w:val="003539AE"/>
    <w:rsid w:val="0035573F"/>
    <w:rsid w:val="003B43DB"/>
    <w:rsid w:val="003D16C2"/>
    <w:rsid w:val="00422DAE"/>
    <w:rsid w:val="004438BC"/>
    <w:rsid w:val="004A2781"/>
    <w:rsid w:val="004C3A47"/>
    <w:rsid w:val="004D5BB5"/>
    <w:rsid w:val="004D77B8"/>
    <w:rsid w:val="004F3D04"/>
    <w:rsid w:val="0050407D"/>
    <w:rsid w:val="005109AE"/>
    <w:rsid w:val="005155B4"/>
    <w:rsid w:val="00526EBA"/>
    <w:rsid w:val="00526FE1"/>
    <w:rsid w:val="00535F1F"/>
    <w:rsid w:val="00536F9C"/>
    <w:rsid w:val="005419DD"/>
    <w:rsid w:val="005826CB"/>
    <w:rsid w:val="005A6521"/>
    <w:rsid w:val="005B4CEA"/>
    <w:rsid w:val="005C0D2F"/>
    <w:rsid w:val="005C75FF"/>
    <w:rsid w:val="005F2E41"/>
    <w:rsid w:val="006A0B57"/>
    <w:rsid w:val="006A5FCA"/>
    <w:rsid w:val="006B5C64"/>
    <w:rsid w:val="006C39B3"/>
    <w:rsid w:val="006D43FE"/>
    <w:rsid w:val="006E6156"/>
    <w:rsid w:val="00717FDE"/>
    <w:rsid w:val="00775538"/>
    <w:rsid w:val="007944FF"/>
    <w:rsid w:val="0079618F"/>
    <w:rsid w:val="007F1CEA"/>
    <w:rsid w:val="008002FB"/>
    <w:rsid w:val="008527E7"/>
    <w:rsid w:val="00864534"/>
    <w:rsid w:val="0088283B"/>
    <w:rsid w:val="008A4247"/>
    <w:rsid w:val="008D4E4C"/>
    <w:rsid w:val="008D6664"/>
    <w:rsid w:val="008F4D3A"/>
    <w:rsid w:val="00904D49"/>
    <w:rsid w:val="009275CC"/>
    <w:rsid w:val="00931646"/>
    <w:rsid w:val="00934548"/>
    <w:rsid w:val="009413D5"/>
    <w:rsid w:val="00942784"/>
    <w:rsid w:val="00961A3B"/>
    <w:rsid w:val="00965CF6"/>
    <w:rsid w:val="00985EA3"/>
    <w:rsid w:val="0099429A"/>
    <w:rsid w:val="009A4146"/>
    <w:rsid w:val="009A42A6"/>
    <w:rsid w:val="009A4B94"/>
    <w:rsid w:val="009C3E78"/>
    <w:rsid w:val="009D41C4"/>
    <w:rsid w:val="009D5B06"/>
    <w:rsid w:val="009E2D81"/>
    <w:rsid w:val="00A20537"/>
    <w:rsid w:val="00A51E5B"/>
    <w:rsid w:val="00A579AE"/>
    <w:rsid w:val="00AA51AD"/>
    <w:rsid w:val="00AB5881"/>
    <w:rsid w:val="00AB6E7D"/>
    <w:rsid w:val="00AC1BF1"/>
    <w:rsid w:val="00AD08A6"/>
    <w:rsid w:val="00AD4B5C"/>
    <w:rsid w:val="00AF316B"/>
    <w:rsid w:val="00AF79F7"/>
    <w:rsid w:val="00B137E7"/>
    <w:rsid w:val="00B17ABD"/>
    <w:rsid w:val="00B44E6A"/>
    <w:rsid w:val="00B66024"/>
    <w:rsid w:val="00B8592A"/>
    <w:rsid w:val="00BD64A5"/>
    <w:rsid w:val="00BE0C9E"/>
    <w:rsid w:val="00BE3B75"/>
    <w:rsid w:val="00C02AD9"/>
    <w:rsid w:val="00C11FBC"/>
    <w:rsid w:val="00C17FB9"/>
    <w:rsid w:val="00C419E3"/>
    <w:rsid w:val="00C61448"/>
    <w:rsid w:val="00C860AA"/>
    <w:rsid w:val="00CC181C"/>
    <w:rsid w:val="00CD3B33"/>
    <w:rsid w:val="00CF348E"/>
    <w:rsid w:val="00CF5F34"/>
    <w:rsid w:val="00D27F4A"/>
    <w:rsid w:val="00D37053"/>
    <w:rsid w:val="00D4542E"/>
    <w:rsid w:val="00D4578A"/>
    <w:rsid w:val="00D774C2"/>
    <w:rsid w:val="00DD4869"/>
    <w:rsid w:val="00DD49BD"/>
    <w:rsid w:val="00DD685F"/>
    <w:rsid w:val="00DD7D73"/>
    <w:rsid w:val="00E10951"/>
    <w:rsid w:val="00E42738"/>
    <w:rsid w:val="00E438BC"/>
    <w:rsid w:val="00E813C7"/>
    <w:rsid w:val="00EA1135"/>
    <w:rsid w:val="00EA52AD"/>
    <w:rsid w:val="00EB00C8"/>
    <w:rsid w:val="00EC11B9"/>
    <w:rsid w:val="00EE2052"/>
    <w:rsid w:val="00EE2542"/>
    <w:rsid w:val="00EE3C7E"/>
    <w:rsid w:val="00F14C5A"/>
    <w:rsid w:val="00F77D73"/>
    <w:rsid w:val="00F8202B"/>
    <w:rsid w:val="00F83F5D"/>
    <w:rsid w:val="00F86A11"/>
    <w:rsid w:val="00FA54FB"/>
    <w:rsid w:val="00FC2064"/>
    <w:rsid w:val="00FD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5CDFC"/>
  <w15:docId w15:val="{204FADD6-4B05-47D6-B81A-F4DFCEDF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bCs/>
      <w:sz w:val="24"/>
    </w:rPr>
  </w:style>
  <w:style w:type="paragraph" w:styleId="Pealkiri2">
    <w:name w:val="heading 2"/>
    <w:basedOn w:val="Normaallaad"/>
    <w:next w:val="Normaallaad"/>
    <w:qFormat/>
    <w:pPr>
      <w:keepNext/>
      <w:tabs>
        <w:tab w:val="left" w:pos="4320"/>
      </w:tabs>
      <w:spacing w:line="240" w:lineRule="exact"/>
      <w:jc w:val="both"/>
      <w:outlineLvl w:val="1"/>
    </w:pPr>
    <w:rPr>
      <w:i/>
      <w:i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pPr>
      <w:jc w:val="both"/>
    </w:pPr>
    <w:rPr>
      <w:sz w:val="22"/>
    </w:rPr>
  </w:style>
  <w:style w:type="paragraph" w:styleId="Kehatekst2">
    <w:name w:val="Body Text 2"/>
    <w:basedOn w:val="Normaallaad"/>
    <w:link w:val="Kehatekst2Mrk"/>
    <w:pPr>
      <w:jc w:val="both"/>
    </w:pPr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Pealdis">
    <w:name w:val="caption"/>
    <w:basedOn w:val="Normaallaad"/>
    <w:next w:val="Normaallaad"/>
    <w:qFormat/>
    <w:rsid w:val="00EA1135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EA1135"/>
    <w:pPr>
      <w:tabs>
        <w:tab w:val="center" w:pos="4536"/>
        <w:tab w:val="right" w:pos="9072"/>
      </w:tabs>
    </w:pPr>
  </w:style>
  <w:style w:type="character" w:customStyle="1" w:styleId="KehatekstMrk">
    <w:name w:val="Kehatekst Märk"/>
    <w:basedOn w:val="Liguvaikefont"/>
    <w:link w:val="Kehatekst"/>
    <w:rsid w:val="00E813C7"/>
    <w:rPr>
      <w:sz w:val="22"/>
      <w:lang w:eastAsia="en-US"/>
    </w:rPr>
  </w:style>
  <w:style w:type="character" w:customStyle="1" w:styleId="Kehatekst2Mrk">
    <w:name w:val="Kehatekst 2 Märk"/>
    <w:basedOn w:val="Liguvaikefont"/>
    <w:link w:val="Kehatekst2"/>
    <w:rsid w:val="00E813C7"/>
    <w:rPr>
      <w:sz w:val="24"/>
      <w:lang w:eastAsia="en-US"/>
    </w:rPr>
  </w:style>
  <w:style w:type="paragraph" w:customStyle="1" w:styleId="Default">
    <w:name w:val="Default"/>
    <w:rsid w:val="003539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rsid w:val="0033409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340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HKEL~1.MER\AppData\Local\Temp\m&#252;&#252;gileping-2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1BCA3-BC8E-4EFA-819B-BE96A5758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müügileping-2</Template>
  <TotalTime>25</TotalTime>
  <Pages>2</Pages>
  <Words>335</Words>
  <Characters>2525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User</dc:creator>
  <dc:description>ostu-müügileping kaupadele</dc:description>
  <cp:lastModifiedBy>Mihkel Merimaa</cp:lastModifiedBy>
  <cp:revision>2</cp:revision>
  <cp:lastPrinted>2014-10-20T07:00:00Z</cp:lastPrinted>
  <dcterms:created xsi:type="dcterms:W3CDTF">2024-12-23T11:02:00Z</dcterms:created>
  <dcterms:modified xsi:type="dcterms:W3CDTF">2024-12-23T11:02:00Z</dcterms:modified>
</cp:coreProperties>
</file>